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检测技术复习资料</w:t>
      </w:r>
      <w:bookmarkStart w:id="0" w:name="_GoBack"/>
      <w:bookmarkEnd w:id="0"/>
    </w:p>
    <w:p>
      <w:r>
        <w:drawing>
          <wp:inline distT="0" distB="0" distL="114300" distR="114300">
            <wp:extent cx="4742815" cy="3199765"/>
            <wp:effectExtent l="0" t="0" r="63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42815" cy="3199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4114165" cy="600075"/>
            <wp:effectExtent l="0" t="0" r="63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1416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028565" cy="2885440"/>
            <wp:effectExtent l="0" t="0" r="635" b="1016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28565" cy="28854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066665" cy="1038225"/>
            <wp:effectExtent l="0" t="0" r="63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6666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885825" cy="1809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drawing>
          <wp:inline distT="0" distB="0" distL="114300" distR="114300">
            <wp:extent cx="5123815" cy="3380740"/>
            <wp:effectExtent l="0" t="0" r="635" b="1016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23815" cy="3380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>
      <w:r>
        <w:drawing>
          <wp:inline distT="0" distB="0" distL="114300" distR="114300">
            <wp:extent cx="1485900" cy="2381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038090" cy="4819015"/>
            <wp:effectExtent l="0" t="0" r="10160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38090" cy="48190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3F6A74"/>
    <w:rsid w:val="55BF04C8"/>
    <w:rsid w:val="6D535020"/>
    <w:rsid w:val="7F3F6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2018-04-18T06:49:00Z</dcterms:created>
  <dc:creator>Administrator</dc:creator>
  <cp:lastModifiedBy>Administrator</cp:lastModifiedBy>
  <dcterms:modified xsi:type="dcterms:W3CDTF">2019-12-03T06:04:22Z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